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03A6D10C" w:rsidR="00F422D3" w:rsidRDefault="00F422D3" w:rsidP="00B42F40">
      <w:pPr>
        <w:pStyle w:val="Titul2"/>
      </w:pPr>
      <w:r>
        <w:t>Název zakázky: „</w:t>
      </w:r>
      <w:r w:rsidR="00727541" w:rsidRPr="00727541">
        <w:rPr>
          <w:rFonts w:asciiTheme="minorHAnsi" w:hAnsiTheme="minorHAnsi"/>
          <w:szCs w:val="28"/>
        </w:rPr>
        <w:t>Břeclav SEE – oprava (vnitřní a vnější úpravy)</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14517144" w:rsidR="00F422D3" w:rsidRDefault="00F422D3" w:rsidP="00B42F40">
      <w:pPr>
        <w:pStyle w:val="Textbezodsazen"/>
        <w:spacing w:after="0"/>
      </w:pPr>
      <w:r>
        <w:t>IČO: 709</w:t>
      </w:r>
      <w:r w:rsidR="00393599">
        <w:t xml:space="preserve"> </w:t>
      </w:r>
      <w:r>
        <w:t>94</w:t>
      </w:r>
      <w:r w:rsidR="00393599">
        <w:t xml:space="preserve"> </w:t>
      </w:r>
      <w:r>
        <w:t>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2C647B13" w:rsidR="00F24489" w:rsidRDefault="00AA00D1" w:rsidP="00A46744">
      <w:pPr>
        <w:pStyle w:val="Text1-1"/>
      </w:pPr>
      <w:r w:rsidRPr="00F97DBD">
        <w:t xml:space="preserve">Objednatel oznámil uveřejněním </w:t>
      </w:r>
      <w:r>
        <w:t xml:space="preserve">na profilu zadavatele: </w:t>
      </w:r>
      <w:hyperlink r:id="rId11" w:history="1">
        <w:r w:rsidR="00393599" w:rsidRPr="003E029B">
          <w:rPr>
            <w:rStyle w:val="Hypertextovodkaz"/>
            <w:noProof w:val="0"/>
          </w:rPr>
          <w:t>https://zakazky.spravazeleznic.cz/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27541" w:rsidRPr="00AB17A9">
        <w:rPr>
          <w:b/>
        </w:rPr>
        <w:t xml:space="preserve">Břeclav </w:t>
      </w:r>
      <w:r w:rsidR="00727541">
        <w:rPr>
          <w:b/>
        </w:rPr>
        <w:t>SEE</w:t>
      </w:r>
      <w:r w:rsidR="00727541" w:rsidRPr="00AB17A9">
        <w:rPr>
          <w:b/>
        </w:rPr>
        <w:t xml:space="preserve"> – oprava</w:t>
      </w:r>
      <w:r w:rsidR="00727541">
        <w:rPr>
          <w:b/>
        </w:rPr>
        <w:t xml:space="preserve"> (vnitřní a vnější úpravy)</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396F0A8C"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F57CB8" w:rsidRPr="0071025C">
          <w:rPr>
            <w:rStyle w:val="Hypertextovodkaz"/>
            <w:noProof w:val="0"/>
          </w:rPr>
          <w:t>http://www.spravazeleznic.cz/dalsi-informace/dokumenty-a-predpisy.html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76469927" w:rsidR="00F24489" w:rsidRPr="00F24489" w:rsidRDefault="00F24489" w:rsidP="00F24489">
      <w:pPr>
        <w:pStyle w:val="Textbezslovn"/>
        <w:rPr>
          <w:b/>
        </w:rPr>
      </w:pPr>
      <w:r w:rsidRPr="00F24489">
        <w:rPr>
          <w:b/>
        </w:rPr>
        <w:t xml:space="preserve">Celková lhůta pro dokončení Díla činí celkem </w:t>
      </w:r>
      <w:r w:rsidR="00DB7AC9">
        <w:rPr>
          <w:b/>
        </w:rPr>
        <w:t>6</w:t>
      </w:r>
      <w:r w:rsidR="00506619" w:rsidRPr="00506619">
        <w:rPr>
          <w:b/>
        </w:rPr>
        <w:t xml:space="preserve"> měsíc</w:t>
      </w:r>
      <w:r w:rsidR="00DB7AC9">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A210BC"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67E6B2B1"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79B6C1C5" w14:textId="77777777" w:rsidR="00504BB2" w:rsidRDefault="00504BB2" w:rsidP="00504BB2">
      <w:pPr>
        <w:pStyle w:val="Text1-1"/>
      </w:pPr>
      <w:r>
        <w:t>Bod 6.13 Obchodních podmínek: Zhotovitel se zavazuje, že stavbyvedoucí/zástupce stavbyvedoucího bude autorizovaná osoba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77162A65" w14:textId="07CB8BD5" w:rsidR="00BE6A05" w:rsidRDefault="00BE6A05" w:rsidP="00BE6A05">
      <w:pPr>
        <w:pStyle w:val="Textbezslovn"/>
        <w:rPr>
          <w:rFonts w:ascii="Verdana" w:hAnsi="Verdana"/>
        </w:rPr>
      </w:pPr>
      <w:r>
        <w:t xml:space="preserve">Zhotovitel daňový doklady doručí v elektronické podobě na e-mailovou adresu: </w:t>
      </w:r>
      <w:hyperlink r:id="rId13" w:history="1">
        <w:r w:rsidRPr="00764F7C">
          <w:rPr>
            <w:rStyle w:val="Hypertextovodkaz"/>
            <w:rFonts w:ascii="Verdana" w:hAnsi="Verdana"/>
            <w:b/>
            <w:noProof w:val="0"/>
          </w:rPr>
          <w:t>ePodatelnaCFUMorava@spravazeleznic.cz</w:t>
        </w:r>
      </w:hyperlink>
      <w:r>
        <w:rPr>
          <w:rFonts w:ascii="Verdana" w:hAnsi="Verdana"/>
        </w:rPr>
        <w:t xml:space="preserve"> nebo datovou zprávou na identifikátor: </w:t>
      </w:r>
      <w:r w:rsidRPr="003C5756">
        <w:rPr>
          <w:rFonts w:ascii="Verdana" w:hAnsi="Verdana"/>
          <w:b/>
        </w:rPr>
        <w:t>uccchjm</w:t>
      </w:r>
      <w:r>
        <w:rPr>
          <w:rFonts w:ascii="Verdana" w:hAnsi="Verdana"/>
        </w:rPr>
        <w:t>.</w:t>
      </w:r>
    </w:p>
    <w:p w14:paraId="28656306" w14:textId="77777777" w:rsidR="00BE6A05" w:rsidRDefault="00BE6A05" w:rsidP="00BE6A05">
      <w:pPr>
        <w:pStyle w:val="Textbezslovn"/>
        <w:rPr>
          <w:rFonts w:ascii="Verdana" w:hAnsi="Verdana"/>
        </w:rPr>
      </w:pPr>
      <w:r>
        <w:rPr>
          <w:rFonts w:ascii="Verdana" w:hAnsi="Verdana"/>
        </w:rPr>
        <w:t xml:space="preserve">V případě, že nelze daňový doklad vyhotovit nebo doručit v elektronické podobě, bude tento doručen v listinné podobě ve 2 vyhotoveních na adresu: </w:t>
      </w:r>
    </w:p>
    <w:p w14:paraId="54949A3F" w14:textId="77777777" w:rsidR="00BE6A05" w:rsidRPr="003C5756" w:rsidRDefault="00BE6A05" w:rsidP="00BE6A05">
      <w:pPr>
        <w:pStyle w:val="Textbezslovn"/>
        <w:spacing w:after="0"/>
        <w:rPr>
          <w:rFonts w:ascii="Verdana" w:hAnsi="Verdana"/>
          <w:b/>
        </w:rPr>
      </w:pPr>
      <w:r w:rsidRPr="003C5756">
        <w:rPr>
          <w:rFonts w:ascii="Verdana" w:hAnsi="Verdana"/>
          <w:b/>
        </w:rPr>
        <w:t>Správa železnic, státní organizace</w:t>
      </w:r>
    </w:p>
    <w:p w14:paraId="63EE3E26" w14:textId="77777777" w:rsidR="00BE6A05" w:rsidRPr="003C5756" w:rsidRDefault="00BE6A05" w:rsidP="00BE6A05">
      <w:pPr>
        <w:pStyle w:val="Textbezslovn"/>
        <w:spacing w:after="0"/>
        <w:rPr>
          <w:rFonts w:ascii="Verdana" w:hAnsi="Verdana"/>
          <w:b/>
        </w:rPr>
      </w:pPr>
      <w:r w:rsidRPr="003C5756">
        <w:rPr>
          <w:rFonts w:ascii="Verdana" w:hAnsi="Verdana"/>
          <w:b/>
        </w:rPr>
        <w:t>Centrální finanční účtárna Morava</w:t>
      </w:r>
    </w:p>
    <w:p w14:paraId="45D31AC9" w14:textId="77777777" w:rsidR="00BE6A05" w:rsidRPr="003C5756" w:rsidRDefault="00BE6A05" w:rsidP="00BE6A05">
      <w:pPr>
        <w:pStyle w:val="Textbezslovn"/>
        <w:spacing w:after="0"/>
        <w:rPr>
          <w:rFonts w:ascii="Verdana" w:hAnsi="Verdana"/>
          <w:b/>
        </w:rPr>
      </w:pPr>
      <w:r w:rsidRPr="003C5756">
        <w:rPr>
          <w:rFonts w:ascii="Verdana" w:hAnsi="Verdana"/>
          <w:b/>
        </w:rPr>
        <w:t>Nerudova 1</w:t>
      </w:r>
    </w:p>
    <w:p w14:paraId="280160F8" w14:textId="4EB768D6" w:rsidR="0007653B" w:rsidRDefault="00BE6A05" w:rsidP="00BE6A05">
      <w:pPr>
        <w:pStyle w:val="Textbezslovn"/>
      </w:pPr>
      <w:r w:rsidRPr="003C5756">
        <w:rPr>
          <w:rFonts w:ascii="Verdana" w:hAnsi="Verdana"/>
          <w:b/>
        </w:rPr>
        <w:t>779 00 Olomouc</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w:t>
      </w:r>
      <w:r w:rsidRPr="00C228A5">
        <w:lastRenderedPageBreak/>
        <w:t>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7D612E63"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E41777">
        <w:t>„</w:t>
      </w:r>
      <w:r>
        <w:t>GDPR</w:t>
      </w:r>
      <w:r w:rsidR="00E41777">
        <w:t>“</w:t>
      </w:r>
      <w:r>
        <w:t>),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581945D"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6B07F0C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w:t>
      </w:r>
      <w:r w:rsidR="00D03EBE" w:rsidRPr="00307B7F">
        <w:t>elektronické</w:t>
      </w:r>
      <w:r w:rsidR="00D03EBE">
        <w:t xml:space="preserve"> </w:t>
      </w:r>
      <w:r w:rsidR="00A90618">
        <w:t>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913765E" w:rsidR="00214C3E" w:rsidRDefault="00214C3E" w:rsidP="00214C3E">
      <w:pPr>
        <w:pStyle w:val="Text1-1"/>
      </w:pPr>
      <w:r w:rsidRPr="00307B7F">
        <w:t xml:space="preserve">Tato Smlouva je vyhotovena </w:t>
      </w:r>
      <w:r w:rsidR="00BB080C" w:rsidRPr="00307B7F">
        <w:t xml:space="preserve">v elektronické podobě, přičemž obě Smluvní strany obdrží její elektronický originál opatřený elektronickými podpisy. V případě, že tato Smlouva z jakéhokoli důvodu nebude vyhotovena v elektronické podobě, bude sepsána </w:t>
      </w:r>
      <w:r w:rsidRPr="00307B7F">
        <w:t xml:space="preserve">ve </w:t>
      </w:r>
      <w:r w:rsidR="00F2028C" w:rsidRPr="00307B7F">
        <w:rPr>
          <w:b/>
        </w:rPr>
        <w:t xml:space="preserve">3 </w:t>
      </w:r>
      <w:r w:rsidRPr="00307B7F">
        <w:t xml:space="preserve">vyhotoveních, z nichž Objednatel obdrží </w:t>
      </w:r>
      <w:r w:rsidR="00F2028C" w:rsidRPr="00307B7F">
        <w:rPr>
          <w:b/>
          <w:lang w:val="en-US"/>
        </w:rPr>
        <w:t>2</w:t>
      </w:r>
      <w:r w:rsidRPr="00307B7F">
        <w:t xml:space="preserve"> vyhotovení</w:t>
      </w:r>
      <w:r w:rsidRPr="00307B7F">
        <w:rPr>
          <w:b/>
        </w:rPr>
        <w:t xml:space="preserve"> </w:t>
      </w:r>
      <w:r w:rsidRPr="00307B7F">
        <w:t xml:space="preserve">a Zhotovitel obdrží </w:t>
      </w:r>
      <w:r w:rsidR="00F2028C" w:rsidRPr="00307B7F">
        <w:rPr>
          <w:b/>
        </w:rPr>
        <w:t xml:space="preserve">1 </w:t>
      </w:r>
      <w:r w:rsidRPr="00307B7F">
        <w:t>vyhotovení</w:t>
      </w:r>
      <w:r w:rsidRPr="00F97DBD">
        <w:t>.</w:t>
      </w:r>
    </w:p>
    <w:p w14:paraId="5CB3BAA5" w14:textId="4D8149DB"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A33802">
        <w:t>„</w:t>
      </w:r>
      <w:r w:rsidRPr="009A2D2E">
        <w:t>ZRS</w:t>
      </w:r>
      <w:r w:rsidR="00A33802">
        <w:t>“</w:t>
      </w:r>
      <w:bookmarkStart w:id="1" w:name="_GoBack"/>
      <w:bookmarkEnd w:id="1"/>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52D45727" w14:textId="224BFE40" w:rsidR="00214C3E" w:rsidRPr="00F97DBD" w:rsidRDefault="00214C3E" w:rsidP="00643271">
            <w:pPr>
              <w:pStyle w:val="Textbezslovn"/>
            </w:pPr>
            <w:r w:rsidRPr="00F97DBD">
              <w:t>b) Všeobecné techni</w:t>
            </w:r>
            <w:r w:rsidR="003E315C">
              <w:t>cké podmínky realizace stavby</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5FF9F373"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009D5796" w:rsidRPr="0071025C">
          <w:rPr>
            <w:rStyle w:val="Hypertextovodkaz"/>
            <w:rFonts w:ascii="Verdana" w:hAnsi="Verdana"/>
          </w:rPr>
          <w:t>https://zakazky.spravazelznic.cz/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2AC6A9CD" w:rsidR="00CB4F6D" w:rsidRDefault="00CB4F6D" w:rsidP="00E463D2">
      <w:pPr>
        <w:pStyle w:val="Textbezodsazen"/>
      </w:pPr>
    </w:p>
    <w:p w14:paraId="226CD812" w14:textId="77777777" w:rsidR="00643271" w:rsidRPr="00E463D2" w:rsidRDefault="00643271"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4C2DE066"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9" w:history="1">
        <w:r w:rsidR="009D5796" w:rsidRPr="0071025C">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119F2DC3" w:rsidR="006C0BB6" w:rsidRDefault="003747E6" w:rsidP="003747E6">
      <w:pPr>
        <w:pStyle w:val="Odrka1-2-"/>
        <w:numPr>
          <w:ilvl w:val="0"/>
          <w:numId w:val="0"/>
        </w:numPr>
        <w:ind w:left="1077"/>
        <w:rPr>
          <w:highlight w:val="green"/>
        </w:rPr>
        <w:sectPr w:rsidR="006C0BB6" w:rsidSect="004E70C8">
          <w:footerReference w:type="default" r:id="rId20"/>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1" w:history="1">
        <w:r w:rsidR="009D5796" w:rsidRPr="0071025C">
          <w:rPr>
            <w:rStyle w:val="Hypertextovodkaz"/>
            <w:rFonts w:ascii="Verdana" w:hAnsi="Verdana"/>
            <w:b/>
          </w:rPr>
          <w:t>https://zakazky.spravazeleznic.cz/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5EE383D5" w:rsidR="00ED29F1" w:rsidRPr="00F95FBD" w:rsidRDefault="009D5796"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249E" w14:textId="77777777" w:rsidR="006F0BC5" w:rsidRDefault="006F0BC5" w:rsidP="00962258">
      <w:pPr>
        <w:spacing w:after="0" w:line="240" w:lineRule="auto"/>
      </w:pPr>
      <w:r>
        <w:separator/>
      </w:r>
    </w:p>
  </w:endnote>
  <w:endnote w:type="continuationSeparator" w:id="0">
    <w:p w14:paraId="68BF536D" w14:textId="77777777" w:rsidR="006F0BC5" w:rsidRDefault="006F0B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18EC9FCC"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2672ED0"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858EBEB"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3B260A46"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719A7D4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5E6B89F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529887ED"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8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8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2F7BC" w14:textId="77777777" w:rsidR="006F0BC5" w:rsidRDefault="006F0BC5" w:rsidP="00962258">
      <w:pPr>
        <w:spacing w:after="0" w:line="240" w:lineRule="auto"/>
      </w:pPr>
      <w:r>
        <w:separator/>
      </w:r>
    </w:p>
  </w:footnote>
  <w:footnote w:type="continuationSeparator" w:id="0">
    <w:p w14:paraId="269A105D" w14:textId="77777777" w:rsidR="006F0BC5" w:rsidRDefault="006F0B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56BB3"/>
    <w:rsid w:val="0006588D"/>
    <w:rsid w:val="00067A5E"/>
    <w:rsid w:val="000719BB"/>
    <w:rsid w:val="00072A65"/>
    <w:rsid w:val="00072C1E"/>
    <w:rsid w:val="0007653B"/>
    <w:rsid w:val="000A44BC"/>
    <w:rsid w:val="000B03A2"/>
    <w:rsid w:val="000B4EB8"/>
    <w:rsid w:val="000C41F2"/>
    <w:rsid w:val="000D22C4"/>
    <w:rsid w:val="000D27D1"/>
    <w:rsid w:val="000E16FB"/>
    <w:rsid w:val="000E1A7F"/>
    <w:rsid w:val="000F070C"/>
    <w:rsid w:val="000F0F05"/>
    <w:rsid w:val="00104F43"/>
    <w:rsid w:val="001050DE"/>
    <w:rsid w:val="00112864"/>
    <w:rsid w:val="00114472"/>
    <w:rsid w:val="00114988"/>
    <w:rsid w:val="00115069"/>
    <w:rsid w:val="001150F2"/>
    <w:rsid w:val="00125D67"/>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5143"/>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07B7F"/>
    <w:rsid w:val="00311585"/>
    <w:rsid w:val="00327EEF"/>
    <w:rsid w:val="0033239F"/>
    <w:rsid w:val="003415C7"/>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3599"/>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4BB2"/>
    <w:rsid w:val="00506619"/>
    <w:rsid w:val="0050666E"/>
    <w:rsid w:val="00511AB9"/>
    <w:rsid w:val="005220F7"/>
    <w:rsid w:val="00523BB5"/>
    <w:rsid w:val="00523EA7"/>
    <w:rsid w:val="005379C5"/>
    <w:rsid w:val="005406EB"/>
    <w:rsid w:val="00542D20"/>
    <w:rsid w:val="005521AF"/>
    <w:rsid w:val="00553375"/>
    <w:rsid w:val="005536C7"/>
    <w:rsid w:val="00555884"/>
    <w:rsid w:val="00565278"/>
    <w:rsid w:val="005700A6"/>
    <w:rsid w:val="005716FC"/>
    <w:rsid w:val="005736B7"/>
    <w:rsid w:val="005744EC"/>
    <w:rsid w:val="00575D25"/>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43271"/>
    <w:rsid w:val="0065610E"/>
    <w:rsid w:val="00660AD3"/>
    <w:rsid w:val="006776B6"/>
    <w:rsid w:val="00681A06"/>
    <w:rsid w:val="00683941"/>
    <w:rsid w:val="00693150"/>
    <w:rsid w:val="0069679C"/>
    <w:rsid w:val="006A5570"/>
    <w:rsid w:val="006A689C"/>
    <w:rsid w:val="006B3D79"/>
    <w:rsid w:val="006B6FE4"/>
    <w:rsid w:val="006C0BB6"/>
    <w:rsid w:val="006C2343"/>
    <w:rsid w:val="006C442A"/>
    <w:rsid w:val="006C490F"/>
    <w:rsid w:val="006D1DE8"/>
    <w:rsid w:val="006D3D66"/>
    <w:rsid w:val="006E0578"/>
    <w:rsid w:val="006E314D"/>
    <w:rsid w:val="006E764E"/>
    <w:rsid w:val="006F0BC5"/>
    <w:rsid w:val="00710723"/>
    <w:rsid w:val="007145F3"/>
    <w:rsid w:val="00717203"/>
    <w:rsid w:val="00723ED1"/>
    <w:rsid w:val="00727541"/>
    <w:rsid w:val="007322D0"/>
    <w:rsid w:val="00740AF5"/>
    <w:rsid w:val="00741AFB"/>
    <w:rsid w:val="00743525"/>
    <w:rsid w:val="00743676"/>
    <w:rsid w:val="00744076"/>
    <w:rsid w:val="007541A2"/>
    <w:rsid w:val="00755818"/>
    <w:rsid w:val="007616C2"/>
    <w:rsid w:val="0076286B"/>
    <w:rsid w:val="00766846"/>
    <w:rsid w:val="007679EE"/>
    <w:rsid w:val="007741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392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D5796"/>
    <w:rsid w:val="009E07F4"/>
    <w:rsid w:val="009F0867"/>
    <w:rsid w:val="009F309B"/>
    <w:rsid w:val="009F392E"/>
    <w:rsid w:val="009F53C5"/>
    <w:rsid w:val="009F638B"/>
    <w:rsid w:val="009F70BD"/>
    <w:rsid w:val="00A0740E"/>
    <w:rsid w:val="00A10713"/>
    <w:rsid w:val="00A11D23"/>
    <w:rsid w:val="00A21A01"/>
    <w:rsid w:val="00A33802"/>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36246"/>
    <w:rsid w:val="00B42F40"/>
    <w:rsid w:val="00B5431A"/>
    <w:rsid w:val="00B75EE1"/>
    <w:rsid w:val="00B77481"/>
    <w:rsid w:val="00B84ECC"/>
    <w:rsid w:val="00B8518B"/>
    <w:rsid w:val="00B92B94"/>
    <w:rsid w:val="00B955DF"/>
    <w:rsid w:val="00B97CC3"/>
    <w:rsid w:val="00BB080C"/>
    <w:rsid w:val="00BC06C4"/>
    <w:rsid w:val="00BD2F11"/>
    <w:rsid w:val="00BD5F87"/>
    <w:rsid w:val="00BD7E91"/>
    <w:rsid w:val="00BD7F0D"/>
    <w:rsid w:val="00BE20D6"/>
    <w:rsid w:val="00BE4573"/>
    <w:rsid w:val="00BE6A05"/>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E6A58"/>
    <w:rsid w:val="00D034A0"/>
    <w:rsid w:val="00D03EBE"/>
    <w:rsid w:val="00D058EC"/>
    <w:rsid w:val="00D1366C"/>
    <w:rsid w:val="00D21061"/>
    <w:rsid w:val="00D32554"/>
    <w:rsid w:val="00D4108E"/>
    <w:rsid w:val="00D41CEF"/>
    <w:rsid w:val="00D4328E"/>
    <w:rsid w:val="00D45DE5"/>
    <w:rsid w:val="00D476D4"/>
    <w:rsid w:val="00D6163D"/>
    <w:rsid w:val="00D65367"/>
    <w:rsid w:val="00D831A3"/>
    <w:rsid w:val="00D96E66"/>
    <w:rsid w:val="00D976E7"/>
    <w:rsid w:val="00D97BE3"/>
    <w:rsid w:val="00DA3711"/>
    <w:rsid w:val="00DA5B8D"/>
    <w:rsid w:val="00DB7AC9"/>
    <w:rsid w:val="00DD46F3"/>
    <w:rsid w:val="00DE56F2"/>
    <w:rsid w:val="00DE72EB"/>
    <w:rsid w:val="00DE7880"/>
    <w:rsid w:val="00DF0A6D"/>
    <w:rsid w:val="00DF116D"/>
    <w:rsid w:val="00E16FF7"/>
    <w:rsid w:val="00E21668"/>
    <w:rsid w:val="00E26D68"/>
    <w:rsid w:val="00E41777"/>
    <w:rsid w:val="00E44045"/>
    <w:rsid w:val="00E463D2"/>
    <w:rsid w:val="00E512F0"/>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57CB8"/>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Morava@spravazeleznic.cz" TargetMode="External"/><Relationship Id="rId18" Type="http://schemas.openxmlformats.org/officeDocument/2006/relationships/hyperlink" Target="https://zakazky.spravazel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F2F9BE2-7A61-4B9F-8013-1BF10160E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1171</TotalTime>
  <Pages>16</Pages>
  <Words>4170</Words>
  <Characters>24603</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132</cp:revision>
  <cp:lastPrinted>2019-09-27T11:09:00Z</cp:lastPrinted>
  <dcterms:created xsi:type="dcterms:W3CDTF">2019-03-19T08:45:00Z</dcterms:created>
  <dcterms:modified xsi:type="dcterms:W3CDTF">2020-09-07T07:11:00Z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